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5C5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4BB1E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F544BD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3461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3461C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 </w:t>
      </w:r>
    </w:p>
    <w:p w14:paraId="1ECEC073" w14:textId="67BBC9BC" w:rsidR="00445970" w:rsidRPr="00EA4832" w:rsidRDefault="00445970" w:rsidP="00F14CC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B77D8">
        <w:rPr>
          <w:rFonts w:ascii="Corbel" w:hAnsi="Corbel"/>
          <w:sz w:val="20"/>
          <w:szCs w:val="20"/>
        </w:rPr>
        <w:t xml:space="preserve"> </w:t>
      </w:r>
      <w:r w:rsidR="004E6130">
        <w:rPr>
          <w:rFonts w:ascii="Corbel" w:hAnsi="Corbel"/>
          <w:sz w:val="20"/>
          <w:szCs w:val="20"/>
        </w:rPr>
        <w:t>2020/2021</w:t>
      </w:r>
    </w:p>
    <w:p w14:paraId="7CB9BDB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CAFE95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79B31BE" w14:textId="77777777" w:rsidTr="004E6130">
        <w:tc>
          <w:tcPr>
            <w:tcW w:w="2694" w:type="dxa"/>
            <w:vAlign w:val="center"/>
          </w:tcPr>
          <w:p w14:paraId="0396F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6C6F3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9C54AE" w14:paraId="5199152C" w14:textId="77777777" w:rsidTr="004E6130">
        <w:tc>
          <w:tcPr>
            <w:tcW w:w="2694" w:type="dxa"/>
            <w:vAlign w:val="center"/>
          </w:tcPr>
          <w:p w14:paraId="57D01B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B0FAF9" w14:textId="77777777" w:rsidR="0085747A" w:rsidRPr="004E6130" w:rsidRDefault="004E6130" w:rsidP="004E613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E/I/A.9</w:t>
            </w:r>
          </w:p>
        </w:tc>
      </w:tr>
      <w:tr w:rsidR="0085747A" w:rsidRPr="009C54AE" w14:paraId="3CE18C7A" w14:textId="77777777" w:rsidTr="004E6130">
        <w:tc>
          <w:tcPr>
            <w:tcW w:w="2694" w:type="dxa"/>
            <w:vAlign w:val="center"/>
          </w:tcPr>
          <w:p w14:paraId="78CE165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53C144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672EF27" w14:textId="77777777" w:rsidTr="004E6130">
        <w:tc>
          <w:tcPr>
            <w:tcW w:w="2694" w:type="dxa"/>
            <w:vAlign w:val="center"/>
          </w:tcPr>
          <w:p w14:paraId="33D70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D28631" w14:textId="66A89EB8" w:rsidR="0085747A" w:rsidRPr="009C54AE" w:rsidRDefault="00596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40493C6" w14:textId="77777777" w:rsidTr="004E6130">
        <w:tc>
          <w:tcPr>
            <w:tcW w:w="2694" w:type="dxa"/>
            <w:vAlign w:val="center"/>
          </w:tcPr>
          <w:p w14:paraId="724D6D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6DD80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8BB7F3C" w14:textId="77777777" w:rsidTr="004E6130">
        <w:tc>
          <w:tcPr>
            <w:tcW w:w="2694" w:type="dxa"/>
            <w:vAlign w:val="center"/>
          </w:tcPr>
          <w:p w14:paraId="4EA604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198977" w14:textId="73F66F6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F0C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2C53E2A" w14:textId="77777777" w:rsidTr="004E6130">
        <w:tc>
          <w:tcPr>
            <w:tcW w:w="2694" w:type="dxa"/>
            <w:vAlign w:val="center"/>
          </w:tcPr>
          <w:p w14:paraId="0C0CF4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1D9A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CDDD518" w14:textId="77777777" w:rsidTr="004E6130">
        <w:tc>
          <w:tcPr>
            <w:tcW w:w="2694" w:type="dxa"/>
            <w:vAlign w:val="center"/>
          </w:tcPr>
          <w:p w14:paraId="73EEA9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E492BB" w14:textId="2C11558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D110495" w14:textId="77777777" w:rsidTr="004E6130">
        <w:tc>
          <w:tcPr>
            <w:tcW w:w="2694" w:type="dxa"/>
            <w:vAlign w:val="center"/>
          </w:tcPr>
          <w:p w14:paraId="7544C6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781D82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083AE228" w14:textId="77777777" w:rsidTr="004E6130">
        <w:tc>
          <w:tcPr>
            <w:tcW w:w="2694" w:type="dxa"/>
            <w:vAlign w:val="center"/>
          </w:tcPr>
          <w:p w14:paraId="30E981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15110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165574C" w14:textId="77777777" w:rsidTr="004E6130">
        <w:tc>
          <w:tcPr>
            <w:tcW w:w="2694" w:type="dxa"/>
            <w:vAlign w:val="center"/>
          </w:tcPr>
          <w:p w14:paraId="5602DD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E5CA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006756" w14:textId="77777777" w:rsidTr="004E6130">
        <w:tc>
          <w:tcPr>
            <w:tcW w:w="2694" w:type="dxa"/>
            <w:vAlign w:val="center"/>
          </w:tcPr>
          <w:p w14:paraId="67D2D64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732934" w14:textId="77777777" w:rsidR="0085747A" w:rsidRPr="009C54AE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4E6130" w:rsidRPr="009C54AE" w14:paraId="45ACE280" w14:textId="77777777" w:rsidTr="004E6130">
        <w:tc>
          <w:tcPr>
            <w:tcW w:w="2694" w:type="dxa"/>
            <w:vAlign w:val="center"/>
          </w:tcPr>
          <w:p w14:paraId="018937F8" w14:textId="77777777" w:rsidR="004E6130" w:rsidRPr="009C54AE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34E3E3" w14:textId="77777777" w:rsidR="004E6130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UR,</w:t>
            </w:r>
          </w:p>
          <w:p w14:paraId="7017372E" w14:textId="77777777" w:rsidR="004E6130" w:rsidRPr="009C54AE" w:rsidRDefault="004E6130" w:rsidP="0039762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47A1142" w14:textId="171FB5F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B77D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466F1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21711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B84D2E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889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6B40CE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F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D5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FB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EE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4A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F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6A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DC0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115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E6130" w:rsidRPr="009C54AE" w14:paraId="48E6EFE5" w14:textId="77777777" w:rsidTr="004E613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A1E6" w14:textId="72C4E48C" w:rsidR="004E6130" w:rsidRPr="00F55C64" w:rsidRDefault="00BF0C9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B34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392E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6EC1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C22C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E694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9860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883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C088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D722" w14:textId="77777777" w:rsidR="004E6130" w:rsidRPr="00F55C64" w:rsidRDefault="004E6130" w:rsidP="004E61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FE5A1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D346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83CF4F" w14:textId="77777777" w:rsidR="00F14CCD" w:rsidRDefault="00F14CCD" w:rsidP="00F14CC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DEA5A3" w14:textId="3139C28B" w:rsidR="0085747A" w:rsidRPr="00F14CCD" w:rsidRDefault="00F14CCD" w:rsidP="00F14CC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F14CC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14CC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14CC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FE90B0B" w14:textId="77777777" w:rsidR="00F14CCD" w:rsidRPr="009C54AE" w:rsidRDefault="00F14CCD" w:rsidP="00F14CC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E85447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1" w:name="_Hlk57483396"/>
      <w:r w:rsidRPr="003A5B9F">
        <w:rPr>
          <w:rFonts w:ascii="Corbel" w:hAnsi="Corbel"/>
          <w:b w:val="0"/>
          <w:smallCaps w:val="0"/>
          <w:szCs w:val="24"/>
        </w:rPr>
        <w:t>egzamin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14:paraId="10ED6FAA" w14:textId="451B54FE" w:rsidR="00E960BB" w:rsidRDefault="003A5B9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A5B9F">
        <w:rPr>
          <w:rFonts w:ascii="Corbel" w:hAnsi="Corbel"/>
          <w:b w:val="0"/>
          <w:smallCaps w:val="0"/>
          <w:szCs w:val="24"/>
        </w:rPr>
        <w:t>Egzamin</w:t>
      </w:r>
    </w:p>
    <w:p w14:paraId="0534B5C4" w14:textId="77777777" w:rsidR="003A5B9F" w:rsidRDefault="003A5B9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18F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9BAC15" w14:textId="77777777" w:rsidTr="00745302">
        <w:tc>
          <w:tcPr>
            <w:tcW w:w="9670" w:type="dxa"/>
          </w:tcPr>
          <w:p w14:paraId="0B43157A" w14:textId="77777777" w:rsidR="0085747A" w:rsidRPr="009C54AE" w:rsidRDefault="004E613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A2575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15A6BE" w14:textId="419F7B02" w:rsidR="0085747A" w:rsidRPr="00C05F44" w:rsidRDefault="0071620A" w:rsidP="78BC9F6F">
      <w:pPr>
        <w:pStyle w:val="Punktygwne"/>
        <w:spacing w:before="0" w:after="0"/>
        <w:rPr>
          <w:rFonts w:ascii="Corbel" w:hAnsi="Corbel"/>
        </w:rPr>
      </w:pPr>
      <w:r w:rsidRPr="78BC9F6F">
        <w:rPr>
          <w:rFonts w:ascii="Corbel" w:hAnsi="Corbel"/>
        </w:rPr>
        <w:t>3.</w:t>
      </w:r>
      <w:r w:rsidR="00A84C85" w:rsidRPr="78BC9F6F">
        <w:rPr>
          <w:rFonts w:ascii="Corbel" w:hAnsi="Corbel"/>
        </w:rPr>
        <w:t>cele, efekty uczenia się</w:t>
      </w:r>
      <w:r w:rsidR="0085747A" w:rsidRPr="78BC9F6F">
        <w:rPr>
          <w:rFonts w:ascii="Corbel" w:hAnsi="Corbel"/>
        </w:rPr>
        <w:t>, treści Programowe i stosowane metody Dydaktyczne</w:t>
      </w:r>
    </w:p>
    <w:p w14:paraId="1BAA9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2104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B73E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9C54AE" w14:paraId="20B47343" w14:textId="77777777" w:rsidTr="004E6130">
        <w:tc>
          <w:tcPr>
            <w:tcW w:w="845" w:type="dxa"/>
            <w:vAlign w:val="center"/>
          </w:tcPr>
          <w:p w14:paraId="13F037D4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19A8A33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9C54AE" w14:paraId="6CBC6F8E" w14:textId="77777777" w:rsidTr="004E6130">
        <w:tc>
          <w:tcPr>
            <w:tcW w:w="845" w:type="dxa"/>
            <w:vAlign w:val="center"/>
          </w:tcPr>
          <w:p w14:paraId="45B695AD" w14:textId="77777777" w:rsidR="004E6130" w:rsidRPr="00F55C64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898E601" w14:textId="77777777" w:rsidR="004E6130" w:rsidRPr="00F55C6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9C54AE" w14:paraId="24E75F8F" w14:textId="77777777" w:rsidTr="004E6130">
        <w:tc>
          <w:tcPr>
            <w:tcW w:w="845" w:type="dxa"/>
            <w:vAlign w:val="center"/>
          </w:tcPr>
          <w:p w14:paraId="14108776" w14:textId="77777777" w:rsidR="004E6130" w:rsidRPr="00F55C64" w:rsidRDefault="004E6130" w:rsidP="004E613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55C64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59296A7F" w14:textId="77777777" w:rsidR="004E6130" w:rsidRPr="00D141C4" w:rsidRDefault="004E6130" w:rsidP="004E6130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141C4">
              <w:rPr>
                <w:rStyle w:val="Teksttreci"/>
                <w:rFonts w:ascii="Corbel" w:hAnsi="Corbel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D141C4">
              <w:rPr>
                <w:rFonts w:ascii="Corbel" w:hAnsi="Corbel"/>
                <w:b w:val="0"/>
                <w:sz w:val="24"/>
                <w:szCs w:val="24"/>
              </w:rPr>
              <w:t>oczeniem.</w:t>
            </w:r>
          </w:p>
        </w:tc>
      </w:tr>
    </w:tbl>
    <w:p w14:paraId="5B49A7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39D369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45038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328AC74" w14:textId="77777777" w:rsidTr="78BC9F6F">
        <w:tc>
          <w:tcPr>
            <w:tcW w:w="1681" w:type="dxa"/>
            <w:vAlign w:val="center"/>
          </w:tcPr>
          <w:p w14:paraId="3FA4E1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59AFF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C0A28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9C54AE" w14:paraId="1D7049F6" w14:textId="77777777" w:rsidTr="78BC9F6F">
        <w:tc>
          <w:tcPr>
            <w:tcW w:w="1681" w:type="dxa"/>
          </w:tcPr>
          <w:p w14:paraId="4A6C9E94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40C75B3" w14:textId="1B43C227" w:rsidR="004E6130" w:rsidRPr="00F55C64" w:rsidRDefault="004E6130" w:rsidP="78BC9F6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8BC9F6F">
              <w:rPr>
                <w:rFonts w:ascii="Corbel" w:hAnsi="Corbel"/>
                <w:b w:val="0"/>
                <w:smallCaps w:val="0"/>
                <w:color w:val="000000" w:themeColor="text1"/>
              </w:rPr>
              <w:t>Rozróżnia podstawowe terminy używane w naukach o zarządzaniu, identyfikuje i charakteryzuje funkcje zarządzania 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D0C2E05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74E2F10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6130" w:rsidRPr="009C54AE" w14:paraId="29CA431B" w14:textId="77777777" w:rsidTr="78BC9F6F">
        <w:tc>
          <w:tcPr>
            <w:tcW w:w="1681" w:type="dxa"/>
          </w:tcPr>
          <w:p w14:paraId="77D23157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BBC1AD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Rozumie działalność różnego typu organizacji</w:t>
            </w:r>
          </w:p>
        </w:tc>
        <w:tc>
          <w:tcPr>
            <w:tcW w:w="1865" w:type="dxa"/>
          </w:tcPr>
          <w:p w14:paraId="1F01F96B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E6130" w:rsidRPr="009C54AE" w14:paraId="33F2F13A" w14:textId="77777777" w:rsidTr="78BC9F6F">
        <w:tc>
          <w:tcPr>
            <w:tcW w:w="1681" w:type="dxa"/>
          </w:tcPr>
          <w:p w14:paraId="4F7D365A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19B08D8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Określa i analizuje kluczowe obszary w zarządzaniu przedsiębiorstwem</w:t>
            </w:r>
          </w:p>
        </w:tc>
        <w:tc>
          <w:tcPr>
            <w:tcW w:w="1865" w:type="dxa"/>
          </w:tcPr>
          <w:p w14:paraId="03AEFA66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6AC8C9CF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4E6130" w:rsidRPr="009C54AE" w14:paraId="2A6B412B" w14:textId="77777777" w:rsidTr="78BC9F6F">
        <w:tc>
          <w:tcPr>
            <w:tcW w:w="1681" w:type="dxa"/>
          </w:tcPr>
          <w:p w14:paraId="0A1D0E9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7C6A75B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Posiada umiejętność wykorzystania koncepcji i metod zarządzania w działalności przedsiębiorstwa</w:t>
            </w:r>
          </w:p>
        </w:tc>
        <w:tc>
          <w:tcPr>
            <w:tcW w:w="1865" w:type="dxa"/>
          </w:tcPr>
          <w:p w14:paraId="3B0F0D60" w14:textId="77777777" w:rsidR="004E6130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4B80E20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4E6130" w:rsidRPr="009C54AE" w14:paraId="4B17B862" w14:textId="77777777" w:rsidTr="78BC9F6F">
        <w:tc>
          <w:tcPr>
            <w:tcW w:w="1681" w:type="dxa"/>
          </w:tcPr>
          <w:p w14:paraId="6FAFCB4F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6179AD9" w14:textId="77777777" w:rsidR="004E6130" w:rsidRPr="00F55C64" w:rsidRDefault="004E6130" w:rsidP="004E61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129C4822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  <w:p w14:paraId="1087F6E7" w14:textId="77777777" w:rsidR="004E6130" w:rsidRPr="00F55C64" w:rsidRDefault="004E6130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F55C64">
              <w:rPr>
                <w:rFonts w:ascii="Corbel" w:hAnsi="Corbel"/>
                <w:b w:val="0"/>
                <w:smallCaps w:val="0"/>
                <w:szCs w:val="24"/>
              </w:rPr>
              <w:t>_K03</w:t>
            </w:r>
          </w:p>
        </w:tc>
      </w:tr>
    </w:tbl>
    <w:p w14:paraId="680977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47770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AF28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C1177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D84BA6" w14:textId="77777777" w:rsidTr="78BC9F6F">
        <w:tc>
          <w:tcPr>
            <w:tcW w:w="9520" w:type="dxa"/>
          </w:tcPr>
          <w:p w14:paraId="12ACDE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6130" w:rsidRPr="009C54AE" w14:paraId="449602AF" w14:textId="77777777" w:rsidTr="78BC9F6F">
        <w:tc>
          <w:tcPr>
            <w:tcW w:w="9520" w:type="dxa"/>
          </w:tcPr>
          <w:p w14:paraId="60DACA76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BE0D2FF" w14:textId="77777777" w:rsidTr="78BC9F6F">
        <w:tc>
          <w:tcPr>
            <w:tcW w:w="9520" w:type="dxa"/>
          </w:tcPr>
          <w:p w14:paraId="49F1CA0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Rozwój zarządzania naukowego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F55C64">
              <w:rPr>
                <w:rFonts w:ascii="Corbel" w:hAnsi="Corbel"/>
                <w:sz w:val="24"/>
                <w:szCs w:val="24"/>
              </w:rPr>
              <w:t>geneza nauk organizacji i zarządzania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kierunki i szkoły naukowej organizacji i zarządzania</w:t>
            </w:r>
            <w:r>
              <w:rPr>
                <w:rFonts w:ascii="Corbel" w:hAnsi="Corbel"/>
                <w:sz w:val="24"/>
                <w:szCs w:val="24"/>
              </w:rPr>
              <w:t xml:space="preserve"> i ich charakterystyka</w:t>
            </w:r>
            <w:r w:rsidRPr="00F55C64">
              <w:rPr>
                <w:rFonts w:ascii="Corbel" w:hAnsi="Corbel"/>
                <w:sz w:val="24"/>
                <w:szCs w:val="24"/>
              </w:rPr>
              <w:t>: naukowa organizacja pracy, szkoła neoklasyczna, kierunek administracyjny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05CCCA1" w14:textId="77777777" w:rsidTr="78BC9F6F">
        <w:tc>
          <w:tcPr>
            <w:tcW w:w="9520" w:type="dxa"/>
          </w:tcPr>
          <w:p w14:paraId="5B0B7A05" w14:textId="77777777" w:rsidR="004E6130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Historia rozwoju organizacji i zarządzania - c.d.</w:t>
            </w:r>
            <w:r>
              <w:rPr>
                <w:rFonts w:ascii="Corbel" w:hAnsi="Corbel"/>
                <w:sz w:val="24"/>
                <w:szCs w:val="24"/>
              </w:rPr>
              <w:t>, w tym charakterystyka k</w:t>
            </w:r>
            <w:r w:rsidRPr="00F55C64">
              <w:rPr>
                <w:rFonts w:ascii="Corbel" w:hAnsi="Corbel"/>
                <w:sz w:val="24"/>
                <w:szCs w:val="24"/>
              </w:rPr>
              <w:t>ierun</w:t>
            </w:r>
            <w:r>
              <w:rPr>
                <w:rFonts w:ascii="Corbel" w:hAnsi="Corbel"/>
                <w:sz w:val="24"/>
                <w:szCs w:val="24"/>
              </w:rPr>
              <w:t>ku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socjologiczno-psychologiczn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behawioraln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F55C64">
              <w:rPr>
                <w:rFonts w:ascii="Corbel" w:hAnsi="Corbel"/>
                <w:sz w:val="24"/>
                <w:szCs w:val="24"/>
              </w:rPr>
              <w:t>, szkoł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procesu zarządzania,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systemowe</w:t>
            </w:r>
            <w:r>
              <w:rPr>
                <w:rFonts w:ascii="Corbel" w:hAnsi="Corbel"/>
                <w:sz w:val="24"/>
                <w:szCs w:val="24"/>
              </w:rPr>
              <w:t>go</w:t>
            </w:r>
            <w:r w:rsidRPr="00F55C64">
              <w:rPr>
                <w:rFonts w:ascii="Corbel" w:hAnsi="Corbel"/>
                <w:sz w:val="24"/>
                <w:szCs w:val="24"/>
              </w:rPr>
              <w:t>, podejści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sytuacyjne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  <w:p w14:paraId="6254F58B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F55C64">
              <w:rPr>
                <w:rFonts w:ascii="Corbel" w:hAnsi="Corbel"/>
                <w:sz w:val="24"/>
                <w:szCs w:val="24"/>
              </w:rPr>
              <w:t>olscy klasycy myśli organizatorskiej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8C270B8" w14:textId="77777777" w:rsidTr="78BC9F6F">
        <w:tc>
          <w:tcPr>
            <w:tcW w:w="9520" w:type="dxa"/>
          </w:tcPr>
          <w:p w14:paraId="33233559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Zarządzanie jako proces (pojęcie funkcji zarządzania, klasyfikacja funkcji zarządzania, podział  funkcji zarządzania – szczeblowy)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A3A6913" w14:textId="77777777" w:rsidTr="78BC9F6F">
        <w:tc>
          <w:tcPr>
            <w:tcW w:w="9520" w:type="dxa"/>
          </w:tcPr>
          <w:p w14:paraId="066B3770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Wprowadzenie do zarządzania organizacją (organizacja i jej elementy, sposoby pojmowania organizacji</w:t>
            </w:r>
            <w:r>
              <w:rPr>
                <w:rFonts w:ascii="Corbel" w:hAnsi="Corbel"/>
                <w:sz w:val="24"/>
                <w:szCs w:val="24"/>
              </w:rPr>
              <w:t xml:space="preserve"> w literaturze przedmiotu</w:t>
            </w:r>
            <w:r w:rsidRPr="00F55C64">
              <w:rPr>
                <w:rFonts w:ascii="Corbel" w:hAnsi="Corbel"/>
                <w:sz w:val="24"/>
                <w:szCs w:val="24"/>
              </w:rPr>
              <w:t>, podstawowe cechy organizacji)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16565B69" w14:textId="77777777" w:rsidTr="78BC9F6F">
        <w:tc>
          <w:tcPr>
            <w:tcW w:w="9520" w:type="dxa"/>
          </w:tcPr>
          <w:p w14:paraId="0DDDF03F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Przedsiębiorstwo w otoczeniu (elementy makro i mikro otoczenia i ich wpływ na funkcjonowanie przedsiębiorstw)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5C23549D" w14:textId="77777777" w:rsidTr="78BC9F6F">
        <w:tc>
          <w:tcPr>
            <w:tcW w:w="9520" w:type="dxa"/>
          </w:tcPr>
          <w:p w14:paraId="09FD79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lastRenderedPageBreak/>
              <w:t>Planowanie (istota, cechy, znaczenie planowania w zarządzaniu, system planowania w przedsiębiorstwie, rodzaje planów, skuteczność planowania – bariery, planowanie strategiczne</w:t>
            </w:r>
            <w:r>
              <w:rPr>
                <w:rFonts w:ascii="Corbel" w:hAnsi="Corbel"/>
                <w:sz w:val="24"/>
                <w:szCs w:val="24"/>
              </w:rPr>
              <w:t>: pojęcie, etapy, znaczenie, planowanie strategiczne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a operacyjne)</w:t>
            </w:r>
          </w:p>
        </w:tc>
      </w:tr>
      <w:tr w:rsidR="004E6130" w:rsidRPr="009C54AE" w14:paraId="79EFAE4E" w14:textId="77777777" w:rsidTr="78BC9F6F">
        <w:tc>
          <w:tcPr>
            <w:tcW w:w="9520" w:type="dxa"/>
          </w:tcPr>
          <w:p w14:paraId="5271FC7A" w14:textId="462EC464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i ich charakterystyka)</w:t>
            </w:r>
          </w:p>
        </w:tc>
      </w:tr>
      <w:tr w:rsidR="004E6130" w:rsidRPr="009C54AE" w14:paraId="20BC63D9" w14:textId="77777777" w:rsidTr="78BC9F6F">
        <w:tc>
          <w:tcPr>
            <w:tcW w:w="9520" w:type="dxa"/>
          </w:tcPr>
          <w:p w14:paraId="7AFEEC4E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Motywowanie w procesie kierowania (istota, cele funkcji motywacyjnej, metody, narzędzia i techniki motywacji i wynagradzania</w:t>
            </w:r>
            <w:r>
              <w:rPr>
                <w:rFonts w:ascii="Corbel" w:hAnsi="Corbel"/>
                <w:sz w:val="24"/>
                <w:szCs w:val="24"/>
              </w:rPr>
              <w:t xml:space="preserve"> i ich klasyfikacja</w:t>
            </w:r>
            <w:r w:rsidRPr="00F55C64">
              <w:rPr>
                <w:rFonts w:ascii="Corbel" w:hAnsi="Corbel"/>
                <w:sz w:val="24"/>
                <w:szCs w:val="24"/>
              </w:rPr>
              <w:t>, czynniki warunkujące skuteczność motywacji i przywództwa, komunikowanie się, polityka kadrowa)</w:t>
            </w:r>
          </w:p>
        </w:tc>
      </w:tr>
      <w:tr w:rsidR="004E6130" w:rsidRPr="009C54AE" w14:paraId="5AF88BC7" w14:textId="77777777" w:rsidTr="78BC9F6F">
        <w:tc>
          <w:tcPr>
            <w:tcW w:w="9520" w:type="dxa"/>
          </w:tcPr>
          <w:p w14:paraId="764F4AE1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Kierownik i jego funkcje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F55C64">
              <w:rPr>
                <w:rFonts w:ascii="Corbel" w:hAnsi="Corbel"/>
                <w:sz w:val="24"/>
                <w:szCs w:val="24"/>
              </w:rPr>
              <w:t>lasyfikacja kierowników</w:t>
            </w:r>
            <w:r>
              <w:rPr>
                <w:rFonts w:ascii="Corbel" w:hAnsi="Corbel"/>
                <w:sz w:val="24"/>
                <w:szCs w:val="24"/>
              </w:rPr>
              <w:t>. C</w:t>
            </w:r>
            <w:r w:rsidRPr="00F55C64">
              <w:rPr>
                <w:rFonts w:ascii="Corbel" w:hAnsi="Corbel"/>
                <w:sz w:val="24"/>
                <w:szCs w:val="24"/>
              </w:rPr>
              <w:t>echy i typy menedżera</w:t>
            </w:r>
            <w:r>
              <w:rPr>
                <w:rFonts w:ascii="Corbel" w:hAnsi="Corbel"/>
                <w:sz w:val="24"/>
                <w:szCs w:val="24"/>
              </w:rPr>
              <w:t>. U</w:t>
            </w:r>
            <w:r w:rsidRPr="00F55C64">
              <w:rPr>
                <w:rFonts w:ascii="Corbel" w:hAnsi="Corbel"/>
                <w:sz w:val="24"/>
                <w:szCs w:val="24"/>
              </w:rPr>
              <w:t>miejętności, kompetencje i zadania menedżera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7284EA80" w14:textId="77777777" w:rsidTr="78BC9F6F">
        <w:tc>
          <w:tcPr>
            <w:tcW w:w="9520" w:type="dxa"/>
          </w:tcPr>
          <w:p w14:paraId="0C173CD2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55C64">
              <w:rPr>
                <w:rFonts w:ascii="Corbel" w:hAnsi="Corbel"/>
                <w:sz w:val="24"/>
                <w:szCs w:val="24"/>
              </w:rPr>
              <w:t>Kontrola a controlling</w:t>
            </w:r>
            <w:r>
              <w:rPr>
                <w:rFonts w:ascii="Corbel" w:hAnsi="Corbel"/>
                <w:sz w:val="24"/>
                <w:szCs w:val="24"/>
              </w:rPr>
              <w:t xml:space="preserve"> (podobieństwa i różnice).</w:t>
            </w:r>
          </w:p>
        </w:tc>
      </w:tr>
      <w:tr w:rsidR="004E6130" w:rsidRPr="009C54AE" w14:paraId="5BB39331" w14:textId="77777777" w:rsidTr="78BC9F6F">
        <w:tc>
          <w:tcPr>
            <w:tcW w:w="9520" w:type="dxa"/>
          </w:tcPr>
          <w:p w14:paraId="702522C3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226D32A" w14:textId="77777777" w:rsidTr="78BC9F6F">
        <w:tc>
          <w:tcPr>
            <w:tcW w:w="9520" w:type="dxa"/>
          </w:tcPr>
          <w:p w14:paraId="13229E7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 xml:space="preserve">Zarządzanie jako proces </w:t>
            </w:r>
            <w:proofErr w:type="spellStart"/>
            <w:r w:rsidRPr="00F55C64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Pr="00F55C64">
              <w:rPr>
                <w:rFonts w:ascii="Corbel" w:hAnsi="Corbel"/>
                <w:sz w:val="24"/>
                <w:szCs w:val="24"/>
              </w:rPr>
              <w:t xml:space="preserve"> - decyzyjny (informacja w zarządzaniu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55C64">
              <w:rPr>
                <w:rFonts w:ascii="Corbel" w:hAnsi="Corbel"/>
                <w:sz w:val="24"/>
                <w:szCs w:val="24"/>
              </w:rPr>
              <w:t>- jej rodzaje i znaczenie, system informacyjny, istota decyzji, typy, proces decyzyjny, bariery w procesie decyzyjnym, znaczenie informacji w procesie podejmowania decyzji, komunikacja w zarządzaniu)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3D86C69F" w14:textId="77777777" w:rsidTr="78BC9F6F">
        <w:tc>
          <w:tcPr>
            <w:tcW w:w="9520" w:type="dxa"/>
          </w:tcPr>
          <w:p w14:paraId="167FBD1D" w14:textId="77777777" w:rsidR="004E6130" w:rsidRPr="00F55C64" w:rsidRDefault="004E6130" w:rsidP="004E613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Kultura i etyka organizacyjna. Uwarunkowania kultury 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Zmiana kulturowa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C64">
              <w:rPr>
                <w:rFonts w:ascii="Corbel" w:hAnsi="Corbel"/>
                <w:sz w:val="24"/>
                <w:szCs w:val="24"/>
              </w:rPr>
              <w:t xml:space="preserve"> Skutki oddziaływania kultury organizacji na ludzi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E6130" w:rsidRPr="009C54AE" w14:paraId="6F1C1788" w14:textId="77777777" w:rsidTr="78BC9F6F">
        <w:tc>
          <w:tcPr>
            <w:tcW w:w="9520" w:type="dxa"/>
          </w:tcPr>
          <w:p w14:paraId="767E875E" w14:textId="77777777" w:rsidR="004E6130" w:rsidRPr="003F7054" w:rsidRDefault="004E6130" w:rsidP="004E6130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Przywództwo w organizacji</w:t>
            </w:r>
            <w:r>
              <w:rPr>
                <w:rFonts w:ascii="Corbel" w:hAnsi="Corbel"/>
                <w:sz w:val="24"/>
                <w:szCs w:val="24"/>
              </w:rPr>
              <w:t>: i</w:t>
            </w:r>
            <w:r w:rsidRPr="00F55C64">
              <w:rPr>
                <w:rFonts w:ascii="Corbel" w:hAnsi="Corbel"/>
                <w:sz w:val="24"/>
                <w:szCs w:val="24"/>
              </w:rPr>
              <w:t>stota przywództwa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F55C64">
              <w:rPr>
                <w:rFonts w:ascii="Corbel" w:hAnsi="Corbel"/>
                <w:sz w:val="24"/>
                <w:szCs w:val="24"/>
              </w:rPr>
              <w:t>ładza jako źródło przywództwa</w:t>
            </w:r>
            <w:r>
              <w:rPr>
                <w:rFonts w:ascii="Corbel" w:hAnsi="Corbel"/>
                <w:sz w:val="24"/>
                <w:szCs w:val="24"/>
              </w:rPr>
              <w:t>, t</w:t>
            </w:r>
            <w:r w:rsidRPr="00F55C64">
              <w:rPr>
                <w:rFonts w:ascii="Corbel" w:hAnsi="Corbel"/>
                <w:sz w:val="24"/>
                <w:szCs w:val="24"/>
              </w:rPr>
              <w:t>eorie przywództwa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3BFBC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84577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1D4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52FE" w14:textId="77777777" w:rsidR="00B3461C" w:rsidRPr="009E6606" w:rsidRDefault="00B3461C" w:rsidP="00B3461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E6606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 online z wykorzystaniem platformy MS TEAMS</w:t>
      </w:r>
      <w:r w:rsidRPr="009E6606">
        <w:rPr>
          <w:rFonts w:ascii="Corbel" w:hAnsi="Corbel"/>
          <w:b w:val="0"/>
          <w:smallCaps w:val="0"/>
          <w:szCs w:val="24"/>
        </w:rPr>
        <w:t>, tematyczne filmy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06F9CA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D9D6B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40DE8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AB58B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76B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0DBDECF" w14:textId="77777777" w:rsidTr="00B3461C">
        <w:tc>
          <w:tcPr>
            <w:tcW w:w="1962" w:type="dxa"/>
            <w:vAlign w:val="center"/>
          </w:tcPr>
          <w:p w14:paraId="60B9322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C53EB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0479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C38BF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DC7E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461C" w:rsidRPr="009C54AE" w14:paraId="702367DA" w14:textId="77777777" w:rsidTr="00B3461C">
        <w:tc>
          <w:tcPr>
            <w:tcW w:w="1962" w:type="dxa"/>
          </w:tcPr>
          <w:p w14:paraId="6DFF863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F55C6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F55C6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ECDA03B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1890221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7DE92CF5" w14:textId="77777777" w:rsidTr="00B3461C">
        <w:tc>
          <w:tcPr>
            <w:tcW w:w="1962" w:type="dxa"/>
          </w:tcPr>
          <w:p w14:paraId="19541B6C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ACB036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DF0E760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05061FCE" w14:textId="77777777" w:rsidTr="00B3461C">
        <w:tc>
          <w:tcPr>
            <w:tcW w:w="1962" w:type="dxa"/>
          </w:tcPr>
          <w:p w14:paraId="756EA019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000CAE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74E872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409B3F45" w14:textId="77777777" w:rsidTr="00B3461C">
        <w:tc>
          <w:tcPr>
            <w:tcW w:w="1962" w:type="dxa"/>
          </w:tcPr>
          <w:p w14:paraId="56FED2C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8E87423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8BC0867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9C54AE" w14:paraId="20966596" w14:textId="77777777" w:rsidTr="00B3461C">
        <w:tc>
          <w:tcPr>
            <w:tcW w:w="1962" w:type="dxa"/>
          </w:tcPr>
          <w:p w14:paraId="1ED70A78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3AB94D40" w14:textId="77777777" w:rsidR="00B3461C" w:rsidRPr="00F55C64" w:rsidRDefault="00B3461C" w:rsidP="00B346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1D557CE" w14:textId="77777777" w:rsidR="00B3461C" w:rsidRPr="00F55C64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55C64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4C3E6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894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EDEBA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A9D8A" w14:textId="77777777" w:rsidTr="6C2C4F38">
        <w:tc>
          <w:tcPr>
            <w:tcW w:w="9670" w:type="dxa"/>
          </w:tcPr>
          <w:p w14:paraId="719AEB87" w14:textId="512A6C12" w:rsidR="0085747A" w:rsidRPr="009C54AE" w:rsidRDefault="00B3461C" w:rsidP="6C2C4F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C2C4F38">
              <w:rPr>
                <w:rFonts w:ascii="Corbel" w:hAnsi="Corbel"/>
                <w:b w:val="0"/>
                <w:smallCaps w:val="0"/>
              </w:rPr>
              <w:t>Warunkiem zaliczenia przedmiotu jest pozytywny wynik egzaminu pisemnego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 xml:space="preserve">. Uzyskane punkty odpowiadają skali: do 50% - ocena </w:t>
            </w:r>
            <w:r w:rsidR="321801D8" w:rsidRPr="6C2C4F38">
              <w:rPr>
                <w:rFonts w:ascii="Corbel" w:hAnsi="Corbel"/>
                <w:b w:val="0"/>
                <w:smallCaps w:val="0"/>
              </w:rPr>
              <w:t>2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.0;</w:t>
            </w:r>
            <w:r w:rsidR="6DE6B836" w:rsidRPr="6C2C4F38">
              <w:rPr>
                <w:rFonts w:ascii="Corbel" w:hAnsi="Corbel"/>
                <w:b w:val="0"/>
                <w:smallCaps w:val="0"/>
              </w:rPr>
              <w:t xml:space="preserve"> 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od 51% do 69% - ocena 3.</w:t>
            </w:r>
            <w:r w:rsidR="032A0258" w:rsidRPr="6C2C4F38">
              <w:rPr>
                <w:rFonts w:ascii="Corbel" w:hAnsi="Corbel"/>
                <w:b w:val="0"/>
                <w:smallCaps w:val="0"/>
              </w:rPr>
              <w:t>0</w:t>
            </w:r>
            <w:r w:rsidR="443527A6" w:rsidRPr="6C2C4F38">
              <w:rPr>
                <w:rFonts w:ascii="Corbel" w:hAnsi="Corbel"/>
                <w:b w:val="0"/>
                <w:smallCaps w:val="0"/>
              </w:rPr>
              <w:t>; od 70% do 79% - ocena 3</w:t>
            </w:r>
            <w:r w:rsidR="671BE8E6" w:rsidRPr="6C2C4F38">
              <w:rPr>
                <w:rFonts w:ascii="Corbel" w:hAnsi="Corbel"/>
                <w:b w:val="0"/>
                <w:smallCaps w:val="0"/>
              </w:rPr>
              <w:t>.5; od 80% do 87% - ocena 4.0; od 88% do 94% - ocena 4.5; od</w:t>
            </w:r>
            <w:r w:rsidR="116A7471" w:rsidRPr="6C2C4F38">
              <w:rPr>
                <w:rFonts w:ascii="Corbel" w:hAnsi="Corbel"/>
                <w:b w:val="0"/>
                <w:smallCaps w:val="0"/>
              </w:rPr>
              <w:t xml:space="preserve"> 95% do 100%  - ocena 5.0</w:t>
            </w:r>
            <w:r w:rsidR="4FDD6F53" w:rsidRPr="6C2C4F38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C8AAE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663E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74A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C67FBFE" w14:textId="77777777" w:rsidTr="00B3461C">
        <w:tc>
          <w:tcPr>
            <w:tcW w:w="4902" w:type="dxa"/>
            <w:vAlign w:val="center"/>
          </w:tcPr>
          <w:p w14:paraId="669CE9A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CBC3C74" w14:textId="300BFDC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77D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9C54AE" w14:paraId="62A05B0F" w14:textId="77777777" w:rsidTr="00B3461C">
        <w:tc>
          <w:tcPr>
            <w:tcW w:w="4902" w:type="dxa"/>
          </w:tcPr>
          <w:p w14:paraId="4C3B0E8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0A9F172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461C" w:rsidRPr="009C54AE" w14:paraId="7FA3364C" w14:textId="77777777" w:rsidTr="00B3461C">
        <w:tc>
          <w:tcPr>
            <w:tcW w:w="4902" w:type="dxa"/>
          </w:tcPr>
          <w:p w14:paraId="3CD23494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737DB58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4E6A70B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461C" w:rsidRPr="009C54AE" w14:paraId="34ED82C2" w14:textId="77777777" w:rsidTr="00B3461C">
        <w:tc>
          <w:tcPr>
            <w:tcW w:w="4902" w:type="dxa"/>
          </w:tcPr>
          <w:p w14:paraId="0F50763F" w14:textId="4F4AFB26" w:rsidR="00B3461C" w:rsidRPr="009C54AE" w:rsidRDefault="00B3461C" w:rsidP="00F14CC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14CC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CD510AD" w14:textId="77777777" w:rsidR="00B3461C" w:rsidRPr="00F55C64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B3461C" w:rsidRPr="009C54AE" w14:paraId="024F571B" w14:textId="77777777" w:rsidTr="00B3461C">
        <w:tc>
          <w:tcPr>
            <w:tcW w:w="4902" w:type="dxa"/>
          </w:tcPr>
          <w:p w14:paraId="16BE1203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4C5C626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3461C" w:rsidRPr="009C54AE" w14:paraId="07562D5B" w14:textId="77777777" w:rsidTr="00B3461C">
        <w:tc>
          <w:tcPr>
            <w:tcW w:w="4902" w:type="dxa"/>
          </w:tcPr>
          <w:p w14:paraId="38CD5C3C" w14:textId="77777777" w:rsidR="00B3461C" w:rsidRPr="009C54AE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95830D5" w14:textId="77777777" w:rsidR="00B3461C" w:rsidRPr="009E660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E6606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016A49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B53F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4B2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26F3A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8DB9DB" w14:textId="77777777" w:rsidTr="003A5B9F">
        <w:trPr>
          <w:trHeight w:val="397"/>
        </w:trPr>
        <w:tc>
          <w:tcPr>
            <w:tcW w:w="2359" w:type="pct"/>
          </w:tcPr>
          <w:p w14:paraId="295EE8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916AA3D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1804AF9" w14:textId="77777777" w:rsidTr="003A5B9F">
        <w:trPr>
          <w:trHeight w:val="397"/>
        </w:trPr>
        <w:tc>
          <w:tcPr>
            <w:tcW w:w="2359" w:type="pct"/>
          </w:tcPr>
          <w:p w14:paraId="191FDC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261D6" w14:textId="77777777" w:rsidR="0085747A" w:rsidRPr="009C54AE" w:rsidRDefault="00B3461C" w:rsidP="003A5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9129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DB066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2920F5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C0F5770" w14:textId="77777777" w:rsidTr="78BC9F6F">
        <w:trPr>
          <w:trHeight w:val="397"/>
        </w:trPr>
        <w:tc>
          <w:tcPr>
            <w:tcW w:w="5000" w:type="pct"/>
          </w:tcPr>
          <w:p w14:paraId="78642A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B097BE" w14:textId="76DE6DE3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49922F3">
              <w:rPr>
                <w:rFonts w:ascii="Corbel" w:hAnsi="Corbel"/>
                <w:sz w:val="24"/>
                <w:szCs w:val="24"/>
              </w:rPr>
              <w:t>Griffin R.W., Podstawy zarządzania organizacjami, PWN, Warszawa 2017</w:t>
            </w:r>
          </w:p>
          <w:p w14:paraId="52BA1B94" w14:textId="77777777" w:rsidR="00B3461C" w:rsidRPr="00F55C64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 w:rsidRPr="00F55C64">
              <w:rPr>
                <w:rFonts w:ascii="Corbel" w:hAnsi="Corbel"/>
                <w:sz w:val="24"/>
                <w:szCs w:val="24"/>
              </w:rPr>
              <w:t>Koźmiński A.K., Piotrowski W., Zarządzanie. Teoria i praktyka, PWN, Warszawa 20</w:t>
            </w: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8C0E883" w14:textId="77777777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Zimniewicz</w:t>
            </w:r>
            <w:proofErr w:type="spellEnd"/>
            <w:r w:rsidRPr="00F55C64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K., Teoria i praktyka zarządzania, PWE, Warszawa 2014</w:t>
            </w:r>
          </w:p>
          <w:p w14:paraId="2BA4CB13" w14:textId="43CF9CF3" w:rsidR="00B3461C" w:rsidRPr="00B3461C" w:rsidRDefault="00B3461C" w:rsidP="00F14CCD">
            <w:pPr>
              <w:numPr>
                <w:ilvl w:val="0"/>
                <w:numId w:val="2"/>
              </w:numPr>
              <w:spacing w:after="0" w:line="240" w:lineRule="auto"/>
              <w:ind w:left="44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Filip P., Grzebyk M., </w:t>
            </w:r>
            <w:r w:rsidR="3208C3D3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arządzanie i organizacja pracy, wyd. URZ, Rzeszów 2014</w:t>
            </w:r>
          </w:p>
        </w:tc>
      </w:tr>
      <w:tr w:rsidR="0085747A" w:rsidRPr="009C54AE" w14:paraId="0B701DB1" w14:textId="77777777" w:rsidTr="78BC9F6F">
        <w:trPr>
          <w:trHeight w:val="397"/>
        </w:trPr>
        <w:tc>
          <w:tcPr>
            <w:tcW w:w="5000" w:type="pct"/>
          </w:tcPr>
          <w:p w14:paraId="239A6517" w14:textId="77777777" w:rsidR="0085747A" w:rsidRDefault="0085747A" w:rsidP="78BC9F6F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78BC9F6F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7524F181" w14:textId="48D8B380" w:rsidR="00B3461C" w:rsidRPr="00F55C64" w:rsidRDefault="00B3461C" w:rsidP="00F14CC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Korzeniowski L.F., Podstawy zarządzania organizacjami,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>, Warszawa 2011</w:t>
            </w:r>
          </w:p>
          <w:p w14:paraId="2551CD03" w14:textId="77777777" w:rsid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Kisielnicki J., Zarządzanie. Jak zarządzać i być zarządzanym, PWE, Warszawa 2008</w:t>
            </w:r>
          </w:p>
          <w:p w14:paraId="5AE800A1" w14:textId="5C73D40B" w:rsidR="00B3461C" w:rsidRPr="00B3461C" w:rsidRDefault="00B3461C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 xml:space="preserve">Grzebyk M., Zarządzanie i jego główne funkcje, wyd. </w:t>
            </w:r>
            <w:proofErr w:type="spellStart"/>
            <w:r w:rsidRPr="78BC9F6F">
              <w:rPr>
                <w:rFonts w:ascii="Corbel" w:hAnsi="Corbel"/>
                <w:sz w:val="24"/>
                <w:szCs w:val="24"/>
              </w:rPr>
              <w:t>WSGiZ</w:t>
            </w:r>
            <w:proofErr w:type="spellEnd"/>
            <w:r w:rsidRPr="78BC9F6F">
              <w:rPr>
                <w:rFonts w:ascii="Corbel" w:hAnsi="Corbel"/>
                <w:sz w:val="24"/>
                <w:szCs w:val="24"/>
              </w:rPr>
              <w:t xml:space="preserve"> w Krakowie, Mielec 2012</w:t>
            </w:r>
          </w:p>
          <w:p w14:paraId="4E32BC56" w14:textId="5437D239" w:rsidR="00B3461C" w:rsidRPr="00B3461C" w:rsidRDefault="3D5E4F7E" w:rsidP="00F14CCD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78BC9F6F">
              <w:rPr>
                <w:rFonts w:ascii="Corbel" w:hAnsi="Corbel"/>
                <w:sz w:val="24"/>
                <w:szCs w:val="24"/>
              </w:rPr>
              <w:t>Mazurkiewicz A., Kapitał ludzki w procesie kształtowania sprawności organizacji, Wydawnictwo Uniwersytetu Rzeszowskiego, Rzeszów 2010</w:t>
            </w:r>
          </w:p>
        </w:tc>
      </w:tr>
    </w:tbl>
    <w:p w14:paraId="672FB8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EE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BEF8C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C1158" w14:textId="77777777" w:rsidR="00257723" w:rsidRDefault="00257723" w:rsidP="00C16ABF">
      <w:pPr>
        <w:spacing w:after="0" w:line="240" w:lineRule="auto"/>
      </w:pPr>
      <w:r>
        <w:separator/>
      </w:r>
    </w:p>
  </w:endnote>
  <w:endnote w:type="continuationSeparator" w:id="0">
    <w:p w14:paraId="3DC6656D" w14:textId="77777777" w:rsidR="00257723" w:rsidRDefault="002577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BF072" w14:textId="77777777" w:rsidR="00257723" w:rsidRDefault="00257723" w:rsidP="00C16ABF">
      <w:pPr>
        <w:spacing w:after="0" w:line="240" w:lineRule="auto"/>
      </w:pPr>
      <w:r>
        <w:separator/>
      </w:r>
    </w:p>
  </w:footnote>
  <w:footnote w:type="continuationSeparator" w:id="0">
    <w:p w14:paraId="40ED32BB" w14:textId="77777777" w:rsidR="00257723" w:rsidRDefault="00257723" w:rsidP="00C16ABF">
      <w:pPr>
        <w:spacing w:after="0" w:line="240" w:lineRule="auto"/>
      </w:pPr>
      <w:r>
        <w:continuationSeparator/>
      </w:r>
    </w:p>
  </w:footnote>
  <w:footnote w:id="1">
    <w:p w14:paraId="3126915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444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72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62E"/>
    <w:rsid w:val="003A0A5B"/>
    <w:rsid w:val="003A1176"/>
    <w:rsid w:val="003A5B9F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68F8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53F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77D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C90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1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4CCD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A0258"/>
    <w:rsid w:val="049922F3"/>
    <w:rsid w:val="08E03F6B"/>
    <w:rsid w:val="116A7471"/>
    <w:rsid w:val="12E39AFC"/>
    <w:rsid w:val="147F6B5D"/>
    <w:rsid w:val="226E4AEC"/>
    <w:rsid w:val="229DE857"/>
    <w:rsid w:val="2B0CBE31"/>
    <w:rsid w:val="3208C3D3"/>
    <w:rsid w:val="321801D8"/>
    <w:rsid w:val="34F76876"/>
    <w:rsid w:val="3A7AD48D"/>
    <w:rsid w:val="3C346344"/>
    <w:rsid w:val="3D5E4F7E"/>
    <w:rsid w:val="3D8A7149"/>
    <w:rsid w:val="443527A6"/>
    <w:rsid w:val="490734D4"/>
    <w:rsid w:val="4FDD6F53"/>
    <w:rsid w:val="52A412CE"/>
    <w:rsid w:val="671BE8E6"/>
    <w:rsid w:val="6BA7D165"/>
    <w:rsid w:val="6C2C4F38"/>
    <w:rsid w:val="6DE6B836"/>
    <w:rsid w:val="78BC9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5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paragraph" w:customStyle="1" w:styleId="paragraph">
    <w:name w:val="paragraph"/>
    <w:basedOn w:val="Normalny"/>
    <w:rsid w:val="00F14C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CCD"/>
  </w:style>
  <w:style w:type="character" w:customStyle="1" w:styleId="spellingerror">
    <w:name w:val="spellingerror"/>
    <w:basedOn w:val="Domylnaczcionkaakapitu"/>
    <w:rsid w:val="00F14CCD"/>
  </w:style>
  <w:style w:type="character" w:customStyle="1" w:styleId="eop">
    <w:name w:val="eop"/>
    <w:basedOn w:val="Domylnaczcionkaakapitu"/>
    <w:rsid w:val="00F1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6BA9A5-5B4C-4FA5-B4BB-A2B91A0841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FF3C1C-8210-4E1F-8143-2CB1285D5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E5EC2D-1F16-41C6-B839-32D4AEEF3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7421A0-5581-4A7B-8A41-65582B904A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1090</Words>
  <Characters>6544</Characters>
  <Application>Microsoft Office Word</Application>
  <DocSecurity>0</DocSecurity>
  <Lines>54</Lines>
  <Paragraphs>15</Paragraphs>
  <ScaleCrop>false</ScaleCrop>
  <Company>Hewlett-Packard Company</Company>
  <LinksUpToDate>false</LinksUpToDate>
  <CharactersWithSpaces>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21</cp:revision>
  <cp:lastPrinted>2019-02-06T12:12:00Z</cp:lastPrinted>
  <dcterms:created xsi:type="dcterms:W3CDTF">2020-10-25T18:28:00Z</dcterms:created>
  <dcterms:modified xsi:type="dcterms:W3CDTF">2020-12-09T13:28:00Z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